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187025" w:rsidRDefault="002E3F29"/>
    <w:p w14:paraId="1363F7DB" w14:textId="327A442D"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b/>
          <w:bCs/>
          <w:kern w:val="0"/>
          <w:sz w:val="20"/>
          <w:szCs w:val="20"/>
        </w:rPr>
        <w:t xml:space="preserve">Themaverhaal </w:t>
      </w:r>
    </w:p>
    <w:p w14:paraId="7D28450D" w14:textId="2AA9EF2E"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Joost bedenkt zich ineens iets: “Oh sh*t! Als de hacker toegang heeft gekregen tot de server van school... Dan heeft hij ook toegang gekregen tot al mijn </w:t>
      </w:r>
      <w:r w:rsidR="00200071" w:rsidRPr="00200071">
        <w:rPr>
          <w:rFonts w:ascii="Arial" w:hAnsi="Arial" w:cs="Arial"/>
          <w:kern w:val="0"/>
          <w:sz w:val="20"/>
          <w:szCs w:val="20"/>
        </w:rPr>
        <w:t>privé</w:t>
      </w:r>
      <w:r w:rsidRPr="00200071">
        <w:rPr>
          <w:rFonts w:ascii="Arial" w:hAnsi="Arial" w:cs="Arial"/>
          <w:kern w:val="0"/>
          <w:sz w:val="20"/>
          <w:szCs w:val="20"/>
        </w:rPr>
        <w:t xml:space="preserve">gegevens. Hij weet van iedereen waar die woont, wat voor zorgen er zijn op school en al dat soort dingen!”. Jasmijn vult aan: “Oh nee he! Als hij maar niet wat verder verspreid. Ik heb best wel wat privégesprekken met mijn vriendje en vriendinnen via de school portal gehad...”. Jeroen probeert ze een beetje gerust te stellen: “Gelukkig mag hij dat allemaal niet verspreiden. Dat kan hij niet maken! De school hacken, OK, maar persoonsgegevens delen?!” </w:t>
      </w:r>
    </w:p>
    <w:p w14:paraId="392E9913"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p>
    <w:p w14:paraId="0CEE0248" w14:textId="63D39A48"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b/>
          <w:bCs/>
          <w:kern w:val="0"/>
          <w:sz w:val="20"/>
          <w:szCs w:val="20"/>
        </w:rPr>
        <w:t>Activiteit</w:t>
      </w:r>
    </w:p>
    <w:p w14:paraId="21DA2FB1"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Sociale veiligheid en nare ervaringen online is iets wat bij iedereen speelt, maar zeker bij kinderen in de leeftijd van de scouts, die de grenzen nog moeten leren ontdekken en zichzelf vinden. Het is makkelijk om per ongeluk (of misschien zelfs) expres een vervelende opmerking te maken tegen een ander. Misschien is het wel “grappig” om anoniem iemand te plagen of een geheim door te vertellen. Vaak worden er zo ook gênante foto's gedeeld van een ander. Ze komen er toch niet achter wie dat gedaan heeft... Maar vaak zitten er hele nare consequenties aan voor het slachtoffer. Met een puberbrein wordt dit vaak niet doorzien. </w:t>
      </w:r>
    </w:p>
    <w:p w14:paraId="34CED87C"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p>
    <w:p w14:paraId="4A64613B"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We gaan daarom met stellingen discussiëren over de normen en waarden die ze op het internet hebben. Zorg ervoor dat je een sterke spelleider hebt die zorgt voor een goede sociaal veilige plek waar iedereens mening gehoord wordt, maar zeker ook kan aansturen op hoe gedrag zelf veranderd kan worden. Zorg ook dat je goed doorvraagt naar de achterliggende ideeën waarom deze scout dit antwoord geeft. </w:t>
      </w:r>
    </w:p>
    <w:p w14:paraId="7323CBC4"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p>
    <w:p w14:paraId="31B0E2E0"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Je kan dit spel op 2 manieren spelen: </w:t>
      </w:r>
    </w:p>
    <w:p w14:paraId="0042B359" w14:textId="77777777" w:rsidR="00187025" w:rsidRPr="00200071" w:rsidRDefault="00187025" w:rsidP="00187025">
      <w:pPr>
        <w:pStyle w:val="ListParagraph"/>
        <w:numPr>
          <w:ilvl w:val="0"/>
          <w:numId w:val="3"/>
        </w:num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Vraag de stellingen in een open groep. Laat iedereen rustig in een kring zitten en geef af en toe mensen de beurt die niet veel praten. </w:t>
      </w:r>
    </w:p>
    <w:p w14:paraId="4684BAD8" w14:textId="1BA767B8" w:rsidR="00187025" w:rsidRPr="00200071" w:rsidRDefault="00187025" w:rsidP="00187025">
      <w:pPr>
        <w:pStyle w:val="ListParagraph"/>
        <w:numPr>
          <w:ilvl w:val="0"/>
          <w:numId w:val="3"/>
        </w:num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Maak er een “Over de streep”-variant van. Je kan de stellingen vaak met “Ja” of “Nee” beantwoorden. Maak een speelveld en maak 1 kant van het speelveld het “Ja”-vak en de andere kan het “Nee”-vak. Stel de vraag in de groep en laat de kinderen lopen naar het vak wat ze zelf vinden. Vraag elke keer een scout in het “Ja” en in het “Nee” vak om een uitleg. </w:t>
      </w:r>
    </w:p>
    <w:p w14:paraId="4FE886B1" w14:textId="7787A66B" w:rsidR="00187025" w:rsidRPr="00200071" w:rsidRDefault="00187025" w:rsidP="00187025">
      <w:pPr>
        <w:autoSpaceDE w:val="0"/>
        <w:autoSpaceDN w:val="0"/>
        <w:adjustRightInd w:val="0"/>
        <w:spacing w:after="0" w:line="240" w:lineRule="auto"/>
        <w:rPr>
          <w:rFonts w:ascii="Arial" w:hAnsi="Arial" w:cs="Arial"/>
          <w:kern w:val="0"/>
          <w:sz w:val="20"/>
          <w:szCs w:val="20"/>
        </w:rPr>
      </w:pPr>
    </w:p>
    <w:p w14:paraId="355F380B"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r w:rsidRPr="00200071">
        <w:rPr>
          <w:rFonts w:ascii="Arial" w:hAnsi="Arial" w:cs="Arial"/>
          <w:b/>
          <w:bCs/>
          <w:kern w:val="0"/>
          <w:sz w:val="20"/>
          <w:szCs w:val="20"/>
        </w:rPr>
        <w:t xml:space="preserve">Benodigdheden </w:t>
      </w:r>
    </w:p>
    <w:p w14:paraId="22919078" w14:textId="77777777" w:rsidR="00187025" w:rsidRPr="00200071" w:rsidRDefault="00187025" w:rsidP="00187025">
      <w:pPr>
        <w:pStyle w:val="ListParagraph"/>
        <w:numPr>
          <w:ilvl w:val="0"/>
          <w:numId w:val="3"/>
        </w:num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Speelveld met “Ja” en “Nee” vak </w:t>
      </w:r>
    </w:p>
    <w:p w14:paraId="0B6D6E47" w14:textId="2B9F8A83" w:rsidR="00187025" w:rsidRPr="00200071" w:rsidRDefault="00187025" w:rsidP="00187025">
      <w:pPr>
        <w:pStyle w:val="ListParagraph"/>
        <w:numPr>
          <w:ilvl w:val="0"/>
          <w:numId w:val="3"/>
        </w:num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 xml:space="preserve">Stellingen </w:t>
      </w:r>
    </w:p>
    <w:p w14:paraId="25D77BF7" w14:textId="77777777" w:rsidR="00187025" w:rsidRPr="00200071" w:rsidRDefault="00187025" w:rsidP="00187025">
      <w:pPr>
        <w:autoSpaceDE w:val="0"/>
        <w:autoSpaceDN w:val="0"/>
        <w:adjustRightInd w:val="0"/>
        <w:spacing w:after="0" w:line="240" w:lineRule="auto"/>
        <w:rPr>
          <w:rFonts w:ascii="Arial" w:hAnsi="Arial" w:cs="Arial"/>
          <w:kern w:val="0"/>
          <w:sz w:val="20"/>
          <w:szCs w:val="20"/>
        </w:rPr>
      </w:pPr>
    </w:p>
    <w:p w14:paraId="4DB0EB2A" w14:textId="5D56DE56" w:rsidR="00187025" w:rsidRPr="00200071" w:rsidRDefault="00187025" w:rsidP="00187025">
      <w:pPr>
        <w:autoSpaceDE w:val="0"/>
        <w:autoSpaceDN w:val="0"/>
        <w:adjustRightInd w:val="0"/>
        <w:spacing w:after="0" w:line="240" w:lineRule="auto"/>
        <w:rPr>
          <w:rFonts w:ascii="Arial" w:hAnsi="Arial" w:cs="Arial"/>
          <w:b/>
          <w:bCs/>
          <w:kern w:val="0"/>
          <w:sz w:val="20"/>
          <w:szCs w:val="20"/>
        </w:rPr>
      </w:pPr>
      <w:r w:rsidRPr="00200071">
        <w:rPr>
          <w:rFonts w:ascii="Arial" w:hAnsi="Arial" w:cs="Arial"/>
          <w:b/>
          <w:bCs/>
          <w:kern w:val="0"/>
          <w:sz w:val="20"/>
          <w:szCs w:val="20"/>
        </w:rPr>
        <w:t>Activiteitengebieden</w:t>
      </w:r>
    </w:p>
    <w:p w14:paraId="521EF379" w14:textId="60097B9E" w:rsidR="00187025" w:rsidRPr="00200071" w:rsidRDefault="00187025" w:rsidP="00187025">
      <w:pPr>
        <w:pStyle w:val="ListParagraph"/>
        <w:numPr>
          <w:ilvl w:val="0"/>
          <w:numId w:val="3"/>
        </w:numPr>
        <w:autoSpaceDE w:val="0"/>
        <w:autoSpaceDN w:val="0"/>
        <w:adjustRightInd w:val="0"/>
        <w:spacing w:after="0" w:line="240" w:lineRule="auto"/>
        <w:rPr>
          <w:rFonts w:ascii="Arial" w:hAnsi="Arial" w:cs="Arial"/>
          <w:kern w:val="0"/>
          <w:sz w:val="20"/>
          <w:szCs w:val="20"/>
        </w:rPr>
      </w:pPr>
      <w:r w:rsidRPr="00200071">
        <w:rPr>
          <w:rFonts w:ascii="Arial" w:hAnsi="Arial" w:cs="Arial"/>
          <w:kern w:val="0"/>
          <w:sz w:val="20"/>
          <w:szCs w:val="20"/>
        </w:rPr>
        <w:t>Veilig &amp; Gezond</w:t>
      </w:r>
    </w:p>
    <w:p w14:paraId="7A228D75" w14:textId="66C0F42B" w:rsidR="002E3F29" w:rsidRPr="00187025" w:rsidRDefault="002E3F29" w:rsidP="00187025">
      <w:pPr>
        <w:pStyle w:val="NoSpacing"/>
      </w:pPr>
    </w:p>
    <w:sectPr w:rsidR="002E3F29" w:rsidRPr="00187025"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04535E" w14:textId="77777777" w:rsidR="00D33BFA" w:rsidRDefault="00D33BFA" w:rsidP="002E3F29">
      <w:pPr>
        <w:spacing w:after="0" w:line="240" w:lineRule="auto"/>
      </w:pPr>
      <w:r>
        <w:separator/>
      </w:r>
    </w:p>
  </w:endnote>
  <w:endnote w:type="continuationSeparator" w:id="0">
    <w:p w14:paraId="577086A9" w14:textId="77777777" w:rsidR="00D33BFA" w:rsidRDefault="00D33BFA"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A668D" w14:textId="77777777" w:rsidR="00D33BFA" w:rsidRDefault="00D33BFA" w:rsidP="002E3F29">
      <w:pPr>
        <w:spacing w:after="0" w:line="240" w:lineRule="auto"/>
      </w:pPr>
      <w:r>
        <w:separator/>
      </w:r>
    </w:p>
  </w:footnote>
  <w:footnote w:type="continuationSeparator" w:id="0">
    <w:p w14:paraId="60925A49" w14:textId="77777777" w:rsidR="00D33BFA" w:rsidRDefault="00D33BFA"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1A3DE4A3" w:rsidR="002E3F29" w:rsidRPr="008B23FF" w:rsidRDefault="00187025" w:rsidP="002E3F29">
    <w:pPr>
      <w:pStyle w:val="Title"/>
      <w:rPr>
        <w:color w:val="FFFFFF" w:themeColor="background1"/>
      </w:rPr>
    </w:pPr>
    <w:r>
      <w:rPr>
        <w:color w:val="FFFFFF" w:themeColor="background1"/>
      </w:rPr>
      <w:t>Online veiligheid</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4EC762D8"/>
    <w:multiLevelType w:val="hybridMultilevel"/>
    <w:tmpl w:val="B7BC44D0"/>
    <w:lvl w:ilvl="0" w:tplc="220A5D10">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57568008">
    <w:abstractNumId w:val="0"/>
  </w:num>
  <w:num w:numId="2" w16cid:durableId="965544450">
    <w:abstractNumId w:val="1"/>
  </w:num>
  <w:num w:numId="3" w16cid:durableId="1274336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E11F6"/>
    <w:rsid w:val="001068AA"/>
    <w:rsid w:val="00187025"/>
    <w:rsid w:val="00200071"/>
    <w:rsid w:val="002E3F29"/>
    <w:rsid w:val="00302AD2"/>
    <w:rsid w:val="004F1D93"/>
    <w:rsid w:val="005153E6"/>
    <w:rsid w:val="00525650"/>
    <w:rsid w:val="005837D4"/>
    <w:rsid w:val="005E31B0"/>
    <w:rsid w:val="00656311"/>
    <w:rsid w:val="006A25F9"/>
    <w:rsid w:val="00790541"/>
    <w:rsid w:val="00835635"/>
    <w:rsid w:val="00885977"/>
    <w:rsid w:val="008D301C"/>
    <w:rsid w:val="00940BE5"/>
    <w:rsid w:val="009839E5"/>
    <w:rsid w:val="00A15E9C"/>
    <w:rsid w:val="00A45ED2"/>
    <w:rsid w:val="00A61FF3"/>
    <w:rsid w:val="00C35CEF"/>
    <w:rsid w:val="00CC37B9"/>
    <w:rsid w:val="00D33BFA"/>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2</TotalTime>
  <Pages>1</Pages>
  <Words>344</Words>
  <Characters>1961</Characters>
  <Application>Microsoft Office Word</Application>
  <DocSecurity>0</DocSecurity>
  <Lines>16</Lines>
  <Paragraphs>4</Paragraphs>
  <ScaleCrop>false</ScaleCrop>
  <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2025-09-05T09:08:00Z</dcterms:modified>
</cp:coreProperties>
</file>